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tblLayout w:type="fixed"/>
        <w:tblLook w:val="04A0" w:firstRow="1" w:lastRow="0" w:firstColumn="1" w:lastColumn="0" w:noHBand="0" w:noVBand="1"/>
      </w:tblPr>
      <w:tblGrid>
        <w:gridCol w:w="624"/>
        <w:gridCol w:w="6"/>
        <w:gridCol w:w="5607"/>
        <w:gridCol w:w="1560"/>
        <w:gridCol w:w="567"/>
        <w:gridCol w:w="1184"/>
        <w:gridCol w:w="91"/>
        <w:gridCol w:w="142"/>
        <w:gridCol w:w="142"/>
        <w:gridCol w:w="850"/>
        <w:gridCol w:w="567"/>
      </w:tblGrid>
      <w:tr w:rsidR="001A3B17" w:rsidTr="0013038B">
        <w:trPr>
          <w:gridAfter w:val="1"/>
          <w:wAfter w:w="567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405FD" w:rsidRDefault="00D405FD" w:rsidP="00D405FD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Приложение № </w:t>
            </w:r>
            <w:r w:rsidR="00D338C5">
              <w:rPr>
                <w:bCs/>
                <w:szCs w:val="28"/>
              </w:rPr>
              <w:t>1</w:t>
            </w:r>
            <w:r w:rsidR="008450EC">
              <w:rPr>
                <w:bCs/>
                <w:szCs w:val="28"/>
              </w:rPr>
              <w:t>0</w:t>
            </w:r>
          </w:p>
          <w:p w:rsidR="00D405FD" w:rsidRDefault="00D405FD" w:rsidP="00D405FD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D405FD" w:rsidRPr="00340266" w:rsidRDefault="00D405FD" w:rsidP="00D405FD">
            <w:pPr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>образования Новокубанский район</w:t>
            </w:r>
          </w:p>
          <w:p w:rsidR="00D405FD" w:rsidRPr="00340266" w:rsidRDefault="00D405FD" w:rsidP="00D405FD">
            <w:pPr>
              <w:tabs>
                <w:tab w:val="left" w:pos="5103"/>
                <w:tab w:val="left" w:pos="8505"/>
                <w:tab w:val="left" w:pos="10773"/>
              </w:tabs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 xml:space="preserve">от </w:t>
            </w:r>
            <w:r w:rsidR="000463C4">
              <w:rPr>
                <w:bCs/>
                <w:szCs w:val="28"/>
              </w:rPr>
              <w:t xml:space="preserve">18 июля </w:t>
            </w:r>
            <w:r w:rsidRPr="00340266">
              <w:rPr>
                <w:bCs/>
                <w:szCs w:val="28"/>
              </w:rPr>
              <w:t xml:space="preserve">2019 года № </w:t>
            </w:r>
            <w:r w:rsidR="000463C4">
              <w:rPr>
                <w:bCs/>
                <w:szCs w:val="28"/>
              </w:rPr>
              <w:t>452</w:t>
            </w:r>
            <w:bookmarkStart w:id="0" w:name="_GoBack"/>
            <w:bookmarkEnd w:id="0"/>
          </w:p>
          <w:p w:rsidR="00D405FD" w:rsidRDefault="00D405FD" w:rsidP="00D405FD">
            <w:pPr>
              <w:ind w:left="4962" w:right="-1276"/>
              <w:jc w:val="both"/>
              <w:rPr>
                <w:szCs w:val="28"/>
              </w:rPr>
            </w:pPr>
          </w:p>
          <w:p w:rsidR="001A3B17" w:rsidRPr="00E30A1C" w:rsidRDefault="00D405FD" w:rsidP="00D405FD">
            <w:pPr>
              <w:ind w:left="4962" w:right="-1276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1A3B17"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13038B">
        <w:trPr>
          <w:gridAfter w:val="1"/>
          <w:wAfter w:w="567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13038B">
        <w:trPr>
          <w:gridAfter w:val="1"/>
          <w:wAfter w:w="567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13038B">
        <w:trPr>
          <w:gridAfter w:val="5"/>
          <w:wAfter w:w="1792" w:type="dxa"/>
          <w:cantSplit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2E64C6" w:rsidP="00D405FD">
            <w:pPr>
              <w:tabs>
                <w:tab w:val="left" w:pos="4820"/>
                <w:tab w:val="left" w:pos="9653"/>
              </w:tabs>
              <w:ind w:left="4962" w:right="-992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BB7245">
              <w:rPr>
                <w:szCs w:val="28"/>
              </w:rPr>
              <w:t>22 ноября</w:t>
            </w:r>
            <w:r>
              <w:rPr>
                <w:szCs w:val="28"/>
              </w:rPr>
              <w:t xml:space="preserve"> </w:t>
            </w:r>
            <w:r w:rsidR="001A3B17">
              <w:rPr>
                <w:szCs w:val="28"/>
              </w:rPr>
              <w:t>201</w:t>
            </w:r>
            <w:r w:rsidR="00CA5327">
              <w:rPr>
                <w:szCs w:val="28"/>
              </w:rPr>
              <w:t>8</w:t>
            </w:r>
            <w:r w:rsidR="00805782">
              <w:rPr>
                <w:szCs w:val="28"/>
              </w:rPr>
              <w:t xml:space="preserve"> года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E30A1C" w:rsidP="00D405FD">
            <w:pPr>
              <w:tabs>
                <w:tab w:val="left" w:pos="4820"/>
                <w:tab w:val="left" w:pos="9653"/>
              </w:tabs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BB7245">
              <w:rPr>
                <w:szCs w:val="28"/>
              </w:rPr>
              <w:t>380</w:t>
            </w:r>
          </w:p>
        </w:tc>
      </w:tr>
      <w:tr w:rsidR="001A3B17" w:rsidTr="0013038B">
        <w:trPr>
          <w:gridAfter w:val="2"/>
          <w:wAfter w:w="1417" w:type="dxa"/>
          <w:cantSplit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D405FD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13038B">
        <w:trPr>
          <w:gridAfter w:val="2"/>
          <w:wAfter w:w="1417" w:type="dxa"/>
          <w:cantSplit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C2D3F">
            <w:pPr>
              <w:rPr>
                <w:szCs w:val="28"/>
              </w:rPr>
            </w:pPr>
          </w:p>
        </w:tc>
      </w:tr>
      <w:tr w:rsidR="001A3B17" w:rsidTr="0013038B">
        <w:trPr>
          <w:cantSplit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CA5327">
              <w:rPr>
                <w:b/>
                <w:bCs/>
                <w:szCs w:val="28"/>
              </w:rPr>
              <w:t>20 и 2021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  <w:tr w:rsidR="001A3B17" w:rsidTr="000152D5">
        <w:trPr>
          <w:gridAfter w:val="4"/>
          <w:wAfter w:w="1701" w:type="dxa"/>
          <w:cantSplit/>
        </w:trPr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3B17" w:rsidRPr="00301F22" w:rsidRDefault="001A3B17" w:rsidP="00301F22">
            <w:pPr>
              <w:jc w:val="right"/>
              <w:rPr>
                <w:szCs w:val="28"/>
                <w:lang w:val="en-US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3B17" w:rsidRPr="00301F22" w:rsidRDefault="00301F22" w:rsidP="00301F22">
            <w:pPr>
              <w:ind w:left="-533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  <w:lang w:val="en-US"/>
              </w:rPr>
              <w:t xml:space="preserve">     </w:t>
            </w:r>
            <w:r w:rsidRPr="00301F22">
              <w:rPr>
                <w:szCs w:val="28"/>
              </w:rPr>
              <w:t>(тыс. рублей)</w:t>
            </w:r>
          </w:p>
        </w:tc>
      </w:tr>
      <w:tr w:rsidR="002D30AA" w:rsidTr="002D30AA">
        <w:trPr>
          <w:gridAfter w:val="4"/>
          <w:wAfter w:w="1701" w:type="dxa"/>
          <w:cantSplit/>
          <w:trHeight w:val="72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0AA" w:rsidRDefault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Направление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P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2020 </w:t>
            </w:r>
            <w:r>
              <w:rPr>
                <w:szCs w:val="28"/>
              </w:rPr>
              <w:t>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</w:p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 год</w:t>
            </w:r>
          </w:p>
        </w:tc>
      </w:tr>
      <w:tr w:rsidR="002D30AA" w:rsidTr="002D30AA">
        <w:trPr>
          <w:gridAfter w:val="4"/>
          <w:wAfter w:w="1701" w:type="dxa"/>
          <w:cantSplit/>
          <w:trHeight w:val="27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D30AA" w:rsidRDefault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P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A3B17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A5327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 xml:space="preserve">Обеспечение отдыха и оздоровления детей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D405F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617,3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D405F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617,3</w:t>
            </w:r>
          </w:p>
        </w:tc>
      </w:tr>
      <w:tr w:rsidR="001A3B17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D405FD" w:rsidP="00D405FD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21 870,3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D405FD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21 870,3</w:t>
            </w:r>
          </w:p>
        </w:tc>
      </w:tr>
      <w:tr w:rsidR="0026763E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A3425A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0E67F3" w:rsidRDefault="0026763E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496,2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0E67F3" w:rsidRDefault="0026763E" w:rsidP="002D30AA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516,0</w:t>
            </w:r>
          </w:p>
        </w:tc>
      </w:tr>
      <w:tr w:rsidR="0026763E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CC2D3F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43 350,5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45 083,0</w:t>
            </w:r>
          </w:p>
        </w:tc>
      </w:tr>
      <w:tr w:rsidR="0026763E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CC2D3F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436,7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454,1</w:t>
            </w:r>
          </w:p>
        </w:tc>
      </w:tr>
      <w:tr w:rsidR="0026763E" w:rsidRPr="000E67F3" w:rsidTr="000152D5">
        <w:trPr>
          <w:gridAfter w:val="4"/>
          <w:wAfter w:w="1701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63E" w:rsidRPr="00B45DFC" w:rsidRDefault="00B45DFC" w:rsidP="002D30AA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lastRenderedPageBreak/>
              <w:t>6</w:t>
            </w:r>
            <w:r>
              <w:rPr>
                <w:szCs w:val="28"/>
                <w:lang w:val="en-US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A3425A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48 125,2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50 049,6</w:t>
            </w:r>
          </w:p>
        </w:tc>
      </w:tr>
      <w:tr w:rsidR="00B45DFC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  <w:lang w:val="en-US"/>
              </w:rPr>
              <w:t>7</w:t>
            </w:r>
            <w:r w:rsidRPr="00D405FD">
              <w:rPr>
                <w:szCs w:val="28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FC" w:rsidRPr="00D405FD" w:rsidRDefault="00B45DFC" w:rsidP="00CC2D3F">
            <w:pPr>
              <w:jc w:val="both"/>
              <w:rPr>
                <w:szCs w:val="28"/>
              </w:rPr>
            </w:pPr>
            <w:r w:rsidRPr="00D405FD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D405FD" w:rsidRDefault="00B45DFC" w:rsidP="00CC2D3F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9 372,0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DFC" w:rsidRPr="00D405FD" w:rsidRDefault="00B45DFC" w:rsidP="000E67F3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9 372,0</w:t>
            </w:r>
          </w:p>
        </w:tc>
      </w:tr>
      <w:tr w:rsidR="00B45DFC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  <w:lang w:val="en-US"/>
              </w:rPr>
              <w:t>8</w:t>
            </w:r>
            <w:r w:rsidRPr="00D405FD">
              <w:rPr>
                <w:szCs w:val="28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FC" w:rsidRPr="00D405FD" w:rsidRDefault="00B45DFC" w:rsidP="00CC2D3F">
            <w:pPr>
              <w:jc w:val="both"/>
              <w:rPr>
                <w:szCs w:val="28"/>
              </w:rPr>
            </w:pPr>
            <w:r w:rsidRPr="00D405FD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D405FD" w:rsidRDefault="00B45DFC" w:rsidP="00CA5327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1 111,5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1 111,5</w:t>
            </w:r>
          </w:p>
        </w:tc>
      </w:tr>
      <w:tr w:rsidR="00B45DFC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  <w:lang w:val="en-US"/>
              </w:rPr>
            </w:pPr>
            <w:r w:rsidRPr="00D405FD">
              <w:rPr>
                <w:szCs w:val="28"/>
              </w:rPr>
              <w:t>9</w:t>
            </w:r>
            <w:r w:rsidRPr="00D405FD">
              <w:rPr>
                <w:szCs w:val="28"/>
                <w:lang w:val="en-US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D405FD" w:rsidRDefault="00B45DFC" w:rsidP="002D30AA">
            <w:pPr>
              <w:rPr>
                <w:szCs w:val="28"/>
              </w:rPr>
            </w:pPr>
            <w:r w:rsidRPr="00D405FD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415,0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DFC" w:rsidRPr="00D405FD" w:rsidRDefault="00B45DFC" w:rsidP="000E67F3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415,0</w:t>
            </w:r>
          </w:p>
        </w:tc>
      </w:tr>
      <w:tr w:rsidR="00D405FD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5FD" w:rsidRPr="00D405FD" w:rsidRDefault="00D405FD" w:rsidP="00D405FD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10.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5FD" w:rsidRPr="00D405FD" w:rsidRDefault="00D405FD" w:rsidP="00D405FD">
            <w:pPr>
              <w:rPr>
                <w:szCs w:val="28"/>
              </w:rPr>
            </w:pPr>
            <w:r w:rsidRPr="00D405FD">
              <w:rPr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5FD" w:rsidRPr="00D405FD" w:rsidRDefault="00D405FD" w:rsidP="00D405FD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128,7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D" w:rsidRPr="00D405FD" w:rsidRDefault="00D405FD" w:rsidP="00D405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128,7</w:t>
            </w:r>
          </w:p>
        </w:tc>
      </w:tr>
      <w:tr w:rsidR="00D405FD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5FD" w:rsidRPr="00D405FD" w:rsidRDefault="00D405FD" w:rsidP="00D405FD">
            <w:pPr>
              <w:rPr>
                <w:szCs w:val="28"/>
              </w:rPr>
            </w:pPr>
          </w:p>
          <w:p w:rsidR="00D405FD" w:rsidRPr="00D405FD" w:rsidRDefault="00D405FD" w:rsidP="00D405FD">
            <w:pPr>
              <w:rPr>
                <w:szCs w:val="28"/>
              </w:rPr>
            </w:pPr>
            <w:r w:rsidRPr="00D405FD">
              <w:rPr>
                <w:szCs w:val="28"/>
              </w:rPr>
              <w:t xml:space="preserve"> 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5FD" w:rsidRPr="00D405FD" w:rsidRDefault="00D405FD" w:rsidP="00D405FD">
            <w:pPr>
              <w:rPr>
                <w:b/>
                <w:bCs/>
                <w:szCs w:val="28"/>
              </w:rPr>
            </w:pPr>
            <w:r w:rsidRPr="00D405FD"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5FD" w:rsidRPr="00406A12" w:rsidRDefault="00406A12" w:rsidP="00D405F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125 923,4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FD" w:rsidRPr="00D405FD" w:rsidRDefault="00406A12" w:rsidP="00D405F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129 617,5</w:t>
            </w:r>
          </w:p>
        </w:tc>
      </w:tr>
    </w:tbl>
    <w:p w:rsidR="00CA770E" w:rsidRDefault="00CA770E" w:rsidP="007E513A"/>
    <w:p w:rsidR="00D405FD" w:rsidRDefault="00D405FD" w:rsidP="00D405FD">
      <w:pPr>
        <w:ind w:left="8496" w:firstLine="708"/>
      </w:pPr>
      <w:r>
        <w:t>».</w:t>
      </w:r>
    </w:p>
    <w:p w:rsidR="00D405FD" w:rsidRDefault="00D405FD" w:rsidP="00D405FD">
      <w:pPr>
        <w:ind w:left="8496" w:firstLine="708"/>
      </w:pPr>
    </w:p>
    <w:p w:rsidR="00D405FD" w:rsidRDefault="00D405FD" w:rsidP="00D405FD">
      <w:pPr>
        <w:ind w:left="8496" w:firstLine="708"/>
      </w:pPr>
    </w:p>
    <w:p w:rsidR="00D405FD" w:rsidRDefault="00D405FD" w:rsidP="00D405FD">
      <w:pPr>
        <w:ind w:left="8496" w:firstLine="708"/>
      </w:pPr>
    </w:p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образования Новокубанский район</w:t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  <w:t xml:space="preserve">   Е.В.Афонина</w:t>
      </w:r>
    </w:p>
    <w:p w:rsidR="00627195" w:rsidRPr="00AA75FA" w:rsidRDefault="00627195" w:rsidP="007E513A"/>
    <w:sectPr w:rsidR="00627195" w:rsidRPr="00AA75FA" w:rsidSect="00F10CD8">
      <w:headerReference w:type="default" r:id="rId7"/>
      <w:headerReference w:type="first" r:id="rId8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/>
    <w:sdtContent>
      <w:p w:rsidR="00F10CD8" w:rsidRDefault="00F10CD8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63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CD8" w:rsidRDefault="00F10C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63C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06A12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0EC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38C5"/>
    <w:rsid w:val="00D35230"/>
    <w:rsid w:val="00D36B82"/>
    <w:rsid w:val="00D378F2"/>
    <w:rsid w:val="00D405FD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5E4E11C-B74B-49A3-BDB7-4D771A7BF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8FA3E-F68E-4AC7-9EA7-F80285695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328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39</cp:revision>
  <cp:lastPrinted>2019-07-18T12:01:00Z</cp:lastPrinted>
  <dcterms:created xsi:type="dcterms:W3CDTF">2017-09-18T13:02:00Z</dcterms:created>
  <dcterms:modified xsi:type="dcterms:W3CDTF">2019-07-18T12:01:00Z</dcterms:modified>
</cp:coreProperties>
</file>